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09073" w14:textId="54022B2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8C5FA0">
        <w:rPr>
          <w:rFonts w:ascii="Corbel" w:hAnsi="Corbel"/>
          <w:bCs/>
          <w:i/>
        </w:rPr>
        <w:t xml:space="preserve"> </w:t>
      </w:r>
      <w:r w:rsidR="008C5FA0" w:rsidRPr="00BD78B1">
        <w:rPr>
          <w:rFonts w:ascii="Corbel" w:hAnsi="Corbel"/>
          <w:bCs/>
          <w:i/>
        </w:rPr>
        <w:t>Rektora UR</w:t>
      </w:r>
      <w:r w:rsidR="00CD6897" w:rsidRPr="00BD78B1">
        <w:rPr>
          <w:rFonts w:ascii="Corbel" w:hAnsi="Corbel"/>
          <w:bCs/>
          <w:i/>
        </w:rPr>
        <w:t xml:space="preserve"> nr </w:t>
      </w:r>
      <w:r w:rsidR="00BD78B1" w:rsidRPr="00BD78B1">
        <w:rPr>
          <w:rFonts w:ascii="Corbel" w:hAnsi="Corbel" w:cs="Arial"/>
        </w:rPr>
        <w:t>7/2023</w:t>
      </w:r>
    </w:p>
    <w:p w14:paraId="16B2528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214310C" w14:textId="57C4FE6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 </w:t>
      </w:r>
      <w:r w:rsidR="007F69FC">
        <w:rPr>
          <w:rFonts w:ascii="Corbel" w:hAnsi="Corbel"/>
          <w:i/>
          <w:smallCaps/>
          <w:sz w:val="24"/>
          <w:szCs w:val="24"/>
        </w:rPr>
        <w:t>202</w:t>
      </w:r>
      <w:r w:rsidR="00BD78B1">
        <w:rPr>
          <w:rFonts w:ascii="Corbel" w:hAnsi="Corbel"/>
          <w:i/>
          <w:smallCaps/>
          <w:sz w:val="24"/>
          <w:szCs w:val="24"/>
        </w:rPr>
        <w:t>3</w:t>
      </w:r>
      <w:r w:rsidR="007F69FC">
        <w:rPr>
          <w:rFonts w:ascii="Corbel" w:hAnsi="Corbel"/>
          <w:i/>
          <w:smallCaps/>
          <w:sz w:val="24"/>
          <w:szCs w:val="24"/>
        </w:rPr>
        <w:t>–202</w:t>
      </w:r>
      <w:r w:rsidR="00BD78B1">
        <w:rPr>
          <w:rFonts w:ascii="Corbel" w:hAnsi="Corbel"/>
          <w:i/>
          <w:smallCaps/>
          <w:sz w:val="24"/>
          <w:szCs w:val="24"/>
        </w:rPr>
        <w:t>5</w:t>
      </w:r>
    </w:p>
    <w:p w14:paraId="6BAA81C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F69FC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742C3FC" w14:textId="473BA7D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F69FC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7F69FC">
        <w:rPr>
          <w:rFonts w:ascii="Corbel" w:hAnsi="Corbel"/>
          <w:sz w:val="20"/>
          <w:szCs w:val="20"/>
        </w:rPr>
        <w:t>202</w:t>
      </w:r>
      <w:r w:rsidR="00BD78B1">
        <w:rPr>
          <w:rFonts w:ascii="Corbel" w:hAnsi="Corbel"/>
          <w:sz w:val="20"/>
          <w:szCs w:val="20"/>
        </w:rPr>
        <w:t>3</w:t>
      </w:r>
      <w:r w:rsidR="007F69FC">
        <w:rPr>
          <w:rFonts w:ascii="Corbel" w:hAnsi="Corbel"/>
          <w:sz w:val="20"/>
          <w:szCs w:val="20"/>
        </w:rPr>
        <w:t>/202</w:t>
      </w:r>
      <w:r w:rsidR="00BD78B1">
        <w:rPr>
          <w:rFonts w:ascii="Corbel" w:hAnsi="Corbel"/>
          <w:sz w:val="20"/>
          <w:szCs w:val="20"/>
        </w:rPr>
        <w:t>4</w:t>
      </w:r>
    </w:p>
    <w:p w14:paraId="27654F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AE4B0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B7BB4" w:rsidRPr="009C54AE" w14:paraId="7202CD95" w14:textId="77777777" w:rsidTr="00EB7BB4">
        <w:tc>
          <w:tcPr>
            <w:tcW w:w="2694" w:type="dxa"/>
            <w:vAlign w:val="center"/>
          </w:tcPr>
          <w:p w14:paraId="5D80572E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9D5641" w14:textId="77777777" w:rsidR="00EB7BB4" w:rsidRPr="007F69FC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F69FC">
              <w:rPr>
                <w:rFonts w:ascii="Corbel" w:hAnsi="Corbel"/>
                <w:sz w:val="24"/>
                <w:szCs w:val="24"/>
              </w:rPr>
              <w:t>Filantropia i dobroczynność w pomocy społecznej</w:t>
            </w:r>
          </w:p>
        </w:tc>
      </w:tr>
      <w:tr w:rsidR="00EB7BB4" w:rsidRPr="009C54AE" w14:paraId="4B500185" w14:textId="77777777" w:rsidTr="00EB7BB4">
        <w:tc>
          <w:tcPr>
            <w:tcW w:w="2694" w:type="dxa"/>
            <w:vAlign w:val="center"/>
          </w:tcPr>
          <w:p w14:paraId="7095C264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4F5A82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904">
              <w:rPr>
                <w:rFonts w:ascii="Corbel" w:hAnsi="Corbel"/>
                <w:b w:val="0"/>
                <w:sz w:val="24"/>
                <w:szCs w:val="24"/>
              </w:rPr>
              <w:t>P2S[1]O_04</w:t>
            </w:r>
          </w:p>
        </w:tc>
      </w:tr>
      <w:tr w:rsidR="00EB7BB4" w:rsidRPr="009C54AE" w14:paraId="7F3677ED" w14:textId="77777777" w:rsidTr="00EB7BB4">
        <w:tc>
          <w:tcPr>
            <w:tcW w:w="2694" w:type="dxa"/>
            <w:vAlign w:val="center"/>
          </w:tcPr>
          <w:p w14:paraId="5757326B" w14:textId="77777777" w:rsidR="00EB7BB4" w:rsidRPr="009C54AE" w:rsidRDefault="00EB7BB4" w:rsidP="00EB7BB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360A50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B7BB4" w:rsidRPr="009C54AE" w14:paraId="3039DD59" w14:textId="77777777" w:rsidTr="00EB7BB4">
        <w:tc>
          <w:tcPr>
            <w:tcW w:w="2694" w:type="dxa"/>
            <w:vAlign w:val="center"/>
          </w:tcPr>
          <w:p w14:paraId="67A3A945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A1A4BF" w14:textId="36428DAD" w:rsidR="00EB7BB4" w:rsidRPr="009C54AE" w:rsidRDefault="00E77444" w:rsidP="00E774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7444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EB7BB4" w:rsidRPr="009C54AE" w14:paraId="04F69C2B" w14:textId="77777777" w:rsidTr="00EB7BB4">
        <w:tc>
          <w:tcPr>
            <w:tcW w:w="2694" w:type="dxa"/>
            <w:vAlign w:val="center"/>
          </w:tcPr>
          <w:p w14:paraId="36ED6E62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B07147" w14:textId="77777777" w:rsidR="00EB7BB4" w:rsidRPr="009C54AE" w:rsidRDefault="00F56B3A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B7BB4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="00EB7BB4" w:rsidRPr="009C54AE" w14:paraId="6A93D036" w14:textId="77777777" w:rsidTr="00EB7BB4">
        <w:tc>
          <w:tcPr>
            <w:tcW w:w="2694" w:type="dxa"/>
            <w:vAlign w:val="center"/>
          </w:tcPr>
          <w:p w14:paraId="03D1DC44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FBCA7C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EB7BB4" w:rsidRPr="009C54AE" w14:paraId="17ABD636" w14:textId="77777777" w:rsidTr="00EB7BB4">
        <w:tc>
          <w:tcPr>
            <w:tcW w:w="2694" w:type="dxa"/>
            <w:vAlign w:val="center"/>
          </w:tcPr>
          <w:p w14:paraId="43A7874D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FE6D17" w14:textId="77777777" w:rsidR="00EB7BB4" w:rsidRPr="009C54AE" w:rsidRDefault="00F56B3A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B7BB4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EB7BB4" w:rsidRPr="009C54AE" w14:paraId="442F1D06" w14:textId="77777777" w:rsidTr="00EB7BB4">
        <w:tc>
          <w:tcPr>
            <w:tcW w:w="2694" w:type="dxa"/>
            <w:vAlign w:val="center"/>
          </w:tcPr>
          <w:p w14:paraId="36459AB4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4CB100" w14:textId="77777777" w:rsidR="00EB7BB4" w:rsidRPr="009C54AE" w:rsidRDefault="00F56B3A" w:rsidP="00F56B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B7BB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EB7BB4" w:rsidRPr="009C54AE" w14:paraId="6898EB3C" w14:textId="77777777" w:rsidTr="00EB7BB4">
        <w:tc>
          <w:tcPr>
            <w:tcW w:w="2694" w:type="dxa"/>
            <w:vAlign w:val="center"/>
          </w:tcPr>
          <w:p w14:paraId="5E7948B8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DE79701" w14:textId="77777777" w:rsidR="00EB7BB4" w:rsidRPr="009C54AE" w:rsidRDefault="00F56B3A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B7BB4">
              <w:rPr>
                <w:rFonts w:ascii="Corbel" w:hAnsi="Corbel"/>
                <w:b w:val="0"/>
                <w:sz w:val="24"/>
                <w:szCs w:val="24"/>
              </w:rPr>
              <w:t>ok 1, semestr I</w:t>
            </w:r>
          </w:p>
        </w:tc>
      </w:tr>
      <w:tr w:rsidR="00EB7BB4" w:rsidRPr="009C54AE" w14:paraId="185798E7" w14:textId="77777777" w:rsidTr="00EB7BB4">
        <w:tc>
          <w:tcPr>
            <w:tcW w:w="2694" w:type="dxa"/>
            <w:vAlign w:val="center"/>
          </w:tcPr>
          <w:p w14:paraId="4D854FF6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59712E" w14:textId="77777777" w:rsidR="00EB7BB4" w:rsidRPr="009C54AE" w:rsidRDefault="00F56B3A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B7BB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EB7BB4" w:rsidRPr="009C54AE" w14:paraId="129D945D" w14:textId="77777777" w:rsidTr="00EB7BB4">
        <w:tc>
          <w:tcPr>
            <w:tcW w:w="2694" w:type="dxa"/>
            <w:vAlign w:val="center"/>
          </w:tcPr>
          <w:p w14:paraId="73918951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4DD97E" w14:textId="77777777" w:rsidR="00EB7BB4" w:rsidRPr="009C54AE" w:rsidRDefault="00F56B3A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</w:t>
            </w:r>
            <w:r w:rsidR="00EB7BB4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w:rsidR="00EB7BB4" w:rsidRPr="009C54AE" w14:paraId="7E8A60CD" w14:textId="77777777" w:rsidTr="00EB7BB4">
        <w:tc>
          <w:tcPr>
            <w:tcW w:w="2694" w:type="dxa"/>
            <w:vAlign w:val="center"/>
          </w:tcPr>
          <w:p w14:paraId="4251623E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32AFAD" w14:textId="77777777" w:rsidR="00EB7BB4" w:rsidRPr="009C54AE" w:rsidRDefault="003C5882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  <w:tr w:rsidR="00EB7BB4" w:rsidRPr="009C54AE" w14:paraId="4A571F2C" w14:textId="77777777" w:rsidTr="00EB7BB4">
        <w:tc>
          <w:tcPr>
            <w:tcW w:w="2694" w:type="dxa"/>
            <w:vAlign w:val="center"/>
          </w:tcPr>
          <w:p w14:paraId="1DB09A53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1D33C0" w14:textId="5868A218" w:rsidR="00EB7BB4" w:rsidRPr="009C54AE" w:rsidRDefault="003C5882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  <w:r w:rsidR="006C0792">
              <w:rPr>
                <w:rFonts w:ascii="Corbel" w:hAnsi="Corbel"/>
                <w:b w:val="0"/>
                <w:sz w:val="24"/>
                <w:szCs w:val="24"/>
              </w:rPr>
              <w:t xml:space="preserve">/Barbara </w:t>
            </w:r>
            <w:bookmarkStart w:id="0" w:name="_GoBack"/>
            <w:bookmarkEnd w:id="0"/>
            <w:r w:rsidR="006C0792">
              <w:rPr>
                <w:rFonts w:ascii="Corbel" w:hAnsi="Corbel"/>
                <w:b w:val="0"/>
                <w:sz w:val="24"/>
                <w:szCs w:val="24"/>
              </w:rPr>
              <w:t>Marek-Zborowska</w:t>
            </w:r>
          </w:p>
        </w:tc>
      </w:tr>
    </w:tbl>
    <w:p w14:paraId="0B53AD5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42D614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BF8F07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84744D0" w14:textId="77777777" w:rsidTr="00237D4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47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77B30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D2D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F11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B93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C1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08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D9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215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CE2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A08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37D4F" w:rsidRPr="009C54AE" w14:paraId="245A63EB" w14:textId="77777777" w:rsidTr="00F56B3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7C398" w14:textId="77777777" w:rsidR="00237D4F" w:rsidRPr="009C54AE" w:rsidRDefault="00237D4F" w:rsidP="00F56B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76481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6AE1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EE31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86F9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FC8A4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E84F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0966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5AB5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A4A0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AB8076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10032B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FA6507A" w14:textId="77777777" w:rsidR="0085747A" w:rsidRPr="009C54AE" w:rsidRDefault="00F56B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Pr="00F56B3A">
        <w:rPr>
          <w:rFonts w:ascii="MS Gothic" w:eastAsia="MS Gothic" w:hAnsi="MS Gothic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A6A226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B77B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12570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3C5882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0A173D1" w14:textId="77777777" w:rsidR="00237D4F" w:rsidRPr="00237D4F" w:rsidRDefault="00F56B3A" w:rsidP="00237D4F">
      <w:pPr>
        <w:pStyle w:val="Punktygwne"/>
        <w:ind w:firstLine="284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Zaliczenie z oceną</w:t>
      </w:r>
    </w:p>
    <w:p w14:paraId="7CE515A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7D9EA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D3D7DC3" w14:textId="77777777" w:rsidR="007F69FC" w:rsidRPr="009C54AE" w:rsidRDefault="007F69F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C900A1" w14:textId="77777777" w:rsidTr="00745302">
        <w:tc>
          <w:tcPr>
            <w:tcW w:w="9670" w:type="dxa"/>
          </w:tcPr>
          <w:p w14:paraId="5B0E61C1" w14:textId="77777777" w:rsidR="0085747A" w:rsidRPr="009C54AE" w:rsidRDefault="00237D4F" w:rsidP="0041107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237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osiadanie podstawowych informacji o funkcjonowaniu organizacji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instytucji pomocy społecznej w Polsce</w:t>
            </w:r>
            <w:r w:rsidRPr="00237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72A005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5B2FD8" w14:textId="77777777" w:rsidR="0085747A" w:rsidRPr="00C05F44" w:rsidRDefault="007F69F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47341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A5CF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414C6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B1147" w:rsidRPr="009C54AE" w14:paraId="1787AC26" w14:textId="77777777" w:rsidTr="009B1147">
        <w:tc>
          <w:tcPr>
            <w:tcW w:w="845" w:type="dxa"/>
            <w:vAlign w:val="center"/>
          </w:tcPr>
          <w:p w14:paraId="0C1B4D4A" w14:textId="77777777" w:rsidR="009B1147" w:rsidRPr="009C54AE" w:rsidRDefault="009B1147" w:rsidP="009B11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E70C6CF" w14:textId="77777777" w:rsidR="009B1147" w:rsidRPr="009C54AE" w:rsidRDefault="009B1147" w:rsidP="00F56B3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B3EF4">
              <w:rPr>
                <w:rFonts w:ascii="Corbel" w:hAnsi="Corbel"/>
                <w:b w:val="0"/>
                <w:sz w:val="24"/>
                <w:szCs w:val="24"/>
              </w:rPr>
              <w:t>Zapoznanie studentów z historią dobroczynności, filantropii i pomocy społecznej</w:t>
            </w:r>
            <w:r w:rsidR="00F56B3A">
              <w:rPr>
                <w:rFonts w:ascii="Corbel" w:hAnsi="Corbel"/>
                <w:b w:val="0"/>
                <w:sz w:val="24"/>
                <w:szCs w:val="24"/>
              </w:rPr>
              <w:t xml:space="preserve"> w </w:t>
            </w:r>
            <w:r>
              <w:rPr>
                <w:rFonts w:ascii="Corbel" w:hAnsi="Corbel"/>
                <w:b w:val="0"/>
                <w:sz w:val="24"/>
                <w:szCs w:val="24"/>
              </w:rPr>
              <w:t>Polsce</w:t>
            </w:r>
            <w:r w:rsidRPr="007B3EF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B1147" w:rsidRPr="009C54AE" w14:paraId="336483C8" w14:textId="77777777" w:rsidTr="009B1147">
        <w:tc>
          <w:tcPr>
            <w:tcW w:w="845" w:type="dxa"/>
            <w:vAlign w:val="center"/>
          </w:tcPr>
          <w:p w14:paraId="4AE3E314" w14:textId="77777777" w:rsidR="009B1147" w:rsidRPr="009C54AE" w:rsidRDefault="009B1147" w:rsidP="009B114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38B55BA" w14:textId="77777777" w:rsidR="009B1147" w:rsidRPr="009C54AE" w:rsidRDefault="009B1147" w:rsidP="00F56B3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B3EF4">
              <w:rPr>
                <w:rFonts w:ascii="Corbel" w:hAnsi="Corbel"/>
                <w:b w:val="0"/>
                <w:sz w:val="24"/>
                <w:szCs w:val="24"/>
              </w:rPr>
              <w:t>Przybliżenie studentom różnych form pomocy społecznej, które występowały w</w:t>
            </w:r>
            <w:r w:rsidR="00F56B3A">
              <w:rPr>
                <w:rFonts w:ascii="Corbel" w:hAnsi="Corbel"/>
                <w:b w:val="0"/>
                <w:sz w:val="24"/>
                <w:szCs w:val="24"/>
              </w:rPr>
              <w:t> </w:t>
            </w:r>
            <w:r>
              <w:rPr>
                <w:rFonts w:ascii="Corbel" w:hAnsi="Corbel"/>
                <w:b w:val="0"/>
                <w:sz w:val="24"/>
                <w:szCs w:val="24"/>
              </w:rPr>
              <w:t>różnych okresach historycznych oraz są praktykowane współcześnie (np. filantropia korporacyjna, wolontariat pracowniczy, itp.).</w:t>
            </w:r>
          </w:p>
        </w:tc>
      </w:tr>
      <w:tr w:rsidR="009B1147" w:rsidRPr="009C54AE" w14:paraId="3C4AAA6A" w14:textId="77777777" w:rsidTr="009B1147">
        <w:tc>
          <w:tcPr>
            <w:tcW w:w="845" w:type="dxa"/>
            <w:vAlign w:val="center"/>
          </w:tcPr>
          <w:p w14:paraId="322066E0" w14:textId="77777777" w:rsidR="009B1147" w:rsidRDefault="009B1147" w:rsidP="009B114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0176356" w14:textId="77777777" w:rsidR="009B1147" w:rsidRPr="007B3EF4" w:rsidRDefault="009B1147" w:rsidP="00F56B3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Zaprezentowanie wybranych współczesnych stowarzyszeń oraz fundacji działających w ramach filantropii i dobroczynności w Polsce. </w:t>
            </w:r>
          </w:p>
        </w:tc>
      </w:tr>
    </w:tbl>
    <w:p w14:paraId="17788B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9F167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02DBDD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E3D4B0C" w14:textId="77777777" w:rsidTr="00D82F11">
        <w:tc>
          <w:tcPr>
            <w:tcW w:w="1681" w:type="dxa"/>
            <w:vAlign w:val="center"/>
          </w:tcPr>
          <w:p w14:paraId="15D940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A82618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6E3DA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2F11" w:rsidRPr="009C54AE" w14:paraId="3BE3B33D" w14:textId="77777777" w:rsidTr="00D82F11">
        <w:tc>
          <w:tcPr>
            <w:tcW w:w="1681" w:type="dxa"/>
          </w:tcPr>
          <w:p w14:paraId="4074F1B6" w14:textId="77777777" w:rsidR="00D82F11" w:rsidRPr="009C54AE" w:rsidRDefault="00F56B3A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D82F11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6169B1C0" w14:textId="77777777" w:rsidR="00D82F11" w:rsidRPr="009C54AE" w:rsidRDefault="00D82F11" w:rsidP="00D82F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F11">
              <w:rPr>
                <w:rFonts w:ascii="Corbel" w:hAnsi="Corbel"/>
                <w:b w:val="0"/>
                <w:smallCaps w:val="0"/>
                <w:szCs w:val="24"/>
              </w:rPr>
              <w:t>Student posiada pogłębioną wiedzę związaną z funkcjonowaniem instytucji filantropijnych i dobroczynnych działających lokalnie, regionalnie, na poziomie krajowym i międzynarodowym przeciwdziałających wykluczeniu społecznemu i działających na rzecz integracji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ED4FC66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82F11" w:rsidRPr="009C54AE" w14:paraId="6825060E" w14:textId="77777777" w:rsidTr="00D82F11">
        <w:tc>
          <w:tcPr>
            <w:tcW w:w="1681" w:type="dxa"/>
          </w:tcPr>
          <w:p w14:paraId="2960115D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586ED55" w14:textId="77777777" w:rsidR="00D82F11" w:rsidRPr="009C54AE" w:rsidRDefault="00D82F11" w:rsidP="00F56B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uporządkowaną wiedzę z zakresu procesu przemian struktur i organizacji systemu pomocy społecznej w Polsce z uwzględnieniem działań </w:t>
            </w:r>
            <w:r w:rsidR="00F56B3A">
              <w:rPr>
                <w:rFonts w:ascii="Corbel" w:hAnsi="Corbel"/>
                <w:b w:val="0"/>
                <w:smallCaps w:val="0"/>
                <w:szCs w:val="24"/>
              </w:rPr>
              <w:t>instytucji filantropijnych i dobroczynnych.</w:t>
            </w:r>
          </w:p>
        </w:tc>
        <w:tc>
          <w:tcPr>
            <w:tcW w:w="1865" w:type="dxa"/>
          </w:tcPr>
          <w:p w14:paraId="044BB9D6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D82F11" w:rsidRPr="009C54AE" w14:paraId="4178EA97" w14:textId="77777777" w:rsidTr="00D82F11">
        <w:tc>
          <w:tcPr>
            <w:tcW w:w="1681" w:type="dxa"/>
          </w:tcPr>
          <w:p w14:paraId="6F663394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516F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ED5B591" w14:textId="77777777" w:rsidR="007B24FD" w:rsidRPr="009C54AE" w:rsidRDefault="002516FC" w:rsidP="002516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82F11" w:rsidRPr="00D82F11">
              <w:rPr>
                <w:rFonts w:ascii="Corbel" w:hAnsi="Corbel"/>
                <w:b w:val="0"/>
                <w:smallCaps w:val="0"/>
                <w:szCs w:val="24"/>
              </w:rPr>
              <w:t>ma zdolność posługiwania się podejściami teoretycznymi w analizowaniu różnych aspektów ludzkich zachowań w celu diagnozowania, prognozowania oraz formułowania programów działań socjalnych w oparciu o konsultacje z interesariuszami zewnętrznymi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działającymi w zakresie filantropii lub dobroczynności. </w:t>
            </w:r>
          </w:p>
        </w:tc>
        <w:tc>
          <w:tcPr>
            <w:tcW w:w="1865" w:type="dxa"/>
          </w:tcPr>
          <w:p w14:paraId="27A35ECF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3629F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</w:tbl>
    <w:p w14:paraId="56CC6F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EFE05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C7D8D3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79F78A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14601" w14:paraId="31981997" w14:textId="77777777" w:rsidTr="00C14601">
        <w:tc>
          <w:tcPr>
            <w:tcW w:w="9520" w:type="dxa"/>
          </w:tcPr>
          <w:p w14:paraId="7BE59528" w14:textId="77777777" w:rsidR="0085747A" w:rsidRPr="00C1460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1460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1C6C3852" w14:textId="77777777" w:rsidTr="00C14601">
        <w:tc>
          <w:tcPr>
            <w:tcW w:w="9520" w:type="dxa"/>
          </w:tcPr>
          <w:p w14:paraId="331A8BA6" w14:textId="77777777" w:rsidR="0085747A" w:rsidRPr="009C54AE" w:rsidRDefault="00DF035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EB9738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922F2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226CF3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D1FC12" w14:textId="77777777" w:rsidTr="00C14601">
        <w:tc>
          <w:tcPr>
            <w:tcW w:w="9520" w:type="dxa"/>
          </w:tcPr>
          <w:p w14:paraId="45E95796" w14:textId="77777777" w:rsidR="0085747A" w:rsidRPr="00C1460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1460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14601" w:rsidRPr="009C54AE" w14:paraId="67888906" w14:textId="77777777" w:rsidTr="00C14601">
        <w:tc>
          <w:tcPr>
            <w:tcW w:w="9520" w:type="dxa"/>
          </w:tcPr>
          <w:p w14:paraId="49C00B91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 w:cs="Calibri"/>
                <w:sz w:val="24"/>
                <w:szCs w:val="24"/>
                <w:lang w:eastAsia="pl-PL"/>
              </w:rPr>
              <w:t>Filantropia i dobroczynność – rozróżnienie definicyjne o</w:t>
            </w:r>
            <w:r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raz praktyczne przykłady. </w:t>
            </w:r>
          </w:p>
        </w:tc>
      </w:tr>
      <w:tr w:rsidR="00C14601" w:rsidRPr="009C54AE" w14:paraId="49F2EAD2" w14:textId="77777777" w:rsidTr="00C14601">
        <w:tc>
          <w:tcPr>
            <w:tcW w:w="9520" w:type="dxa"/>
          </w:tcPr>
          <w:p w14:paraId="7BFD92BA" w14:textId="77777777" w:rsidR="00C14601" w:rsidRPr="009C54AE" w:rsidRDefault="00C14601" w:rsidP="004110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sz w:val="24"/>
                <w:szCs w:val="24"/>
              </w:rPr>
              <w:lastRenderedPageBreak/>
              <w:t xml:space="preserve">Działalność charytatywna </w:t>
            </w:r>
            <w:r w:rsidR="0041107F">
              <w:rPr>
                <w:rFonts w:ascii="Corbel" w:hAnsi="Corbel"/>
                <w:sz w:val="24"/>
                <w:szCs w:val="24"/>
              </w:rPr>
              <w:t>w perspektywie historycznej. Począ</w:t>
            </w:r>
            <w:r w:rsidR="00F56B3A">
              <w:rPr>
                <w:rFonts w:ascii="Corbel" w:hAnsi="Corbel"/>
                <w:sz w:val="24"/>
                <w:szCs w:val="24"/>
              </w:rPr>
              <w:t>tki aktywności filantropijnej i </w:t>
            </w:r>
            <w:r w:rsidR="0041107F">
              <w:rPr>
                <w:rFonts w:ascii="Corbel" w:hAnsi="Corbel"/>
                <w:sz w:val="24"/>
                <w:szCs w:val="24"/>
              </w:rPr>
              <w:t>dobroczynnej oraz jej rozwój (średniowiecze, epoka nowożytna).</w:t>
            </w:r>
          </w:p>
        </w:tc>
      </w:tr>
      <w:tr w:rsidR="00C14601" w:rsidRPr="009C54AE" w14:paraId="0CBBF1AE" w14:textId="77777777" w:rsidTr="00C14601">
        <w:tc>
          <w:tcPr>
            <w:tcW w:w="9520" w:type="dxa"/>
          </w:tcPr>
          <w:p w14:paraId="072760DF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iCs/>
                <w:sz w:val="24"/>
                <w:szCs w:val="24"/>
              </w:rPr>
              <w:t>Chrześcijańska dobroc</w:t>
            </w:r>
            <w:r>
              <w:rPr>
                <w:rFonts w:ascii="Corbel" w:hAnsi="Corbel"/>
                <w:iCs/>
                <w:sz w:val="24"/>
                <w:szCs w:val="24"/>
              </w:rPr>
              <w:t>zynność w XX wieku.</w:t>
            </w:r>
          </w:p>
        </w:tc>
      </w:tr>
      <w:tr w:rsidR="00C14601" w:rsidRPr="009C54AE" w14:paraId="478BEAB7" w14:textId="77777777" w:rsidTr="00C14601">
        <w:tc>
          <w:tcPr>
            <w:tcW w:w="9520" w:type="dxa"/>
          </w:tcPr>
          <w:p w14:paraId="21334933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iCs/>
                <w:sz w:val="24"/>
                <w:szCs w:val="24"/>
              </w:rPr>
              <w:t>Świecka filan</w:t>
            </w:r>
            <w:r>
              <w:rPr>
                <w:rFonts w:ascii="Corbel" w:hAnsi="Corbel"/>
                <w:iCs/>
                <w:sz w:val="24"/>
                <w:szCs w:val="24"/>
              </w:rPr>
              <w:t>tropia w wieku XX.</w:t>
            </w:r>
          </w:p>
        </w:tc>
      </w:tr>
      <w:tr w:rsidR="00C14601" w:rsidRPr="009C54AE" w14:paraId="01E381A8" w14:textId="77777777" w:rsidTr="00C14601">
        <w:tc>
          <w:tcPr>
            <w:tcW w:w="9520" w:type="dxa"/>
          </w:tcPr>
          <w:p w14:paraId="5DB8495E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sz w:val="24"/>
                <w:szCs w:val="24"/>
              </w:rPr>
              <w:t>Filantropia i dob</w:t>
            </w:r>
            <w:r w:rsidR="0041107F">
              <w:rPr>
                <w:rFonts w:ascii="Corbel" w:hAnsi="Corbel"/>
                <w:sz w:val="24"/>
                <w:szCs w:val="24"/>
              </w:rPr>
              <w:t>roczynność w Polsce w XXI wieku (</w:t>
            </w:r>
            <w:r w:rsidR="007024F6">
              <w:rPr>
                <w:rFonts w:ascii="Corbel" w:hAnsi="Corbel"/>
                <w:sz w:val="24"/>
                <w:szCs w:val="24"/>
              </w:rPr>
              <w:t xml:space="preserve">stan faktyczny, </w:t>
            </w:r>
            <w:r w:rsidR="0041107F">
              <w:rPr>
                <w:rFonts w:ascii="Corbel" w:hAnsi="Corbel"/>
                <w:sz w:val="24"/>
                <w:szCs w:val="24"/>
              </w:rPr>
              <w:t>nowe formy wspomagania, dobroczynność w mediach</w:t>
            </w:r>
            <w:r w:rsidR="007024F6">
              <w:rPr>
                <w:rFonts w:ascii="Corbel" w:hAnsi="Corbel"/>
                <w:sz w:val="24"/>
                <w:szCs w:val="24"/>
              </w:rPr>
              <w:t>, społeczne postawy wobec filantropii i dobroczynności</w:t>
            </w:r>
            <w:r w:rsidR="0041107F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C14601" w:rsidRPr="009C54AE" w14:paraId="4509180B" w14:textId="77777777" w:rsidTr="00C14601">
        <w:tc>
          <w:tcPr>
            <w:tcW w:w="9520" w:type="dxa"/>
          </w:tcPr>
          <w:p w14:paraId="0FF1A9BB" w14:textId="77777777" w:rsidR="00C14601" w:rsidRPr="009C54AE" w:rsidRDefault="0041107F" w:rsidP="007024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Filantropia korporacyjna – cele</w:t>
            </w:r>
            <w:r w:rsidR="007024F6">
              <w:rPr>
                <w:rFonts w:ascii="Corbel" w:hAnsi="Corbel"/>
                <w:sz w:val="24"/>
                <w:szCs w:val="24"/>
              </w:rPr>
              <w:t xml:space="preserve"> i kierunki działań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14601" w:rsidRPr="009C54AE" w14:paraId="68D941E7" w14:textId="77777777" w:rsidTr="00C14601">
        <w:tc>
          <w:tcPr>
            <w:tcW w:w="9520" w:type="dxa"/>
          </w:tcPr>
          <w:p w14:paraId="08EC35D1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problemy filantropii i dobroczynności w Polsce. </w:t>
            </w:r>
          </w:p>
        </w:tc>
      </w:tr>
    </w:tbl>
    <w:p w14:paraId="71C236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BF0D4E" w14:textId="77777777" w:rsidR="0085747A" w:rsidRPr="009C54AE" w:rsidRDefault="009F4610" w:rsidP="00B30F2F">
      <w:pPr>
        <w:pStyle w:val="Punktygwne"/>
        <w:spacing w:before="0" w:after="0" w:line="360" w:lineRule="auto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66E4786" w14:textId="77777777" w:rsidR="00B30F2F" w:rsidRPr="00F56B3A" w:rsidRDefault="00B30F2F" w:rsidP="00B30F2F">
      <w:pPr>
        <w:tabs>
          <w:tab w:val="left" w:pos="284"/>
        </w:tabs>
        <w:spacing w:after="0" w:line="360" w:lineRule="auto"/>
        <w:jc w:val="both"/>
        <w:rPr>
          <w:rFonts w:ascii="Corbel" w:hAnsi="Corbel"/>
          <w:i/>
          <w:sz w:val="24"/>
          <w:szCs w:val="24"/>
        </w:rPr>
      </w:pPr>
      <w:r w:rsidRPr="00F56B3A">
        <w:rPr>
          <w:rFonts w:ascii="Corbel" w:hAnsi="Corbel"/>
          <w:i/>
          <w:sz w:val="24"/>
          <w:szCs w:val="24"/>
        </w:rPr>
        <w:t>analiza tekstów z dyskusją, analiza treści multimedialnych, studium przypadków, praca w grupach</w:t>
      </w:r>
    </w:p>
    <w:p w14:paraId="3FBA9F8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8681D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430DF3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F10CF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78C19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BD0561A" w14:textId="77777777" w:rsidTr="00AA4AE7">
        <w:tc>
          <w:tcPr>
            <w:tcW w:w="1962" w:type="dxa"/>
            <w:vAlign w:val="center"/>
          </w:tcPr>
          <w:p w14:paraId="14CD846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B5C610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3BAB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41FB3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2439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A4AE7" w:rsidRPr="009C54AE" w14:paraId="65143501" w14:textId="77777777" w:rsidTr="00AA4AE7">
        <w:tc>
          <w:tcPr>
            <w:tcW w:w="1962" w:type="dxa"/>
          </w:tcPr>
          <w:p w14:paraId="32840514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DC39DD2" w14:textId="77777777" w:rsidR="00AA4AE7" w:rsidRPr="00F56B3A" w:rsidRDefault="003C5882" w:rsidP="003C58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F56B3A">
              <w:rPr>
                <w:rFonts w:ascii="Corbel" w:hAnsi="Corbel"/>
                <w:b w:val="0"/>
                <w:color w:val="000000"/>
                <w:szCs w:val="24"/>
              </w:rPr>
              <w:t>Obserwacja w trakcie zajęć, kolokwium lub zaliczenie ustne lub praca zaliczeniowa</w:t>
            </w:r>
          </w:p>
        </w:tc>
        <w:tc>
          <w:tcPr>
            <w:tcW w:w="2117" w:type="dxa"/>
          </w:tcPr>
          <w:p w14:paraId="248A34B1" w14:textId="77777777" w:rsidR="00AA4AE7" w:rsidRPr="009C54AE" w:rsidRDefault="00AA4AE7" w:rsidP="00F56B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F56B3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A4AE7" w:rsidRPr="009C54AE" w14:paraId="08E07B8E" w14:textId="77777777" w:rsidTr="00AA4AE7">
        <w:tc>
          <w:tcPr>
            <w:tcW w:w="1962" w:type="dxa"/>
          </w:tcPr>
          <w:p w14:paraId="534244DF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059133A" w14:textId="77777777" w:rsidR="00AA4AE7" w:rsidRPr="00F56B3A" w:rsidRDefault="00AA4AE7" w:rsidP="003C58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6B3A">
              <w:rPr>
                <w:rStyle w:val="Tytuksiki"/>
                <w:rFonts w:ascii="Corbel" w:hAnsi="Corbel"/>
                <w:smallCaps/>
                <w:szCs w:val="24"/>
              </w:rPr>
              <w:t>Obserwacja i udz</w:t>
            </w:r>
            <w:r w:rsidR="003C5882" w:rsidRPr="00F56B3A">
              <w:rPr>
                <w:rStyle w:val="Tytuksiki"/>
                <w:rFonts w:ascii="Corbel" w:hAnsi="Corbel"/>
                <w:smallCaps/>
                <w:szCs w:val="24"/>
              </w:rPr>
              <w:t>iał w dyskusji w trakcie zajęć.</w:t>
            </w:r>
          </w:p>
        </w:tc>
        <w:tc>
          <w:tcPr>
            <w:tcW w:w="2117" w:type="dxa"/>
          </w:tcPr>
          <w:p w14:paraId="64436758" w14:textId="77777777" w:rsidR="00AA4AE7" w:rsidRPr="009C54AE" w:rsidRDefault="00F56B3A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A4AE7" w:rsidRPr="009C54AE" w14:paraId="6C7EAC0D" w14:textId="77777777" w:rsidTr="00AA4AE7">
        <w:tc>
          <w:tcPr>
            <w:tcW w:w="1962" w:type="dxa"/>
          </w:tcPr>
          <w:p w14:paraId="26F0AF3C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A7F508F" w14:textId="77777777" w:rsidR="00AA4AE7" w:rsidRPr="00F56B3A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6B3A">
              <w:rPr>
                <w:rStyle w:val="Tytuksiki"/>
                <w:rFonts w:ascii="Corbel" w:hAnsi="Corbel"/>
                <w:smallCaps/>
                <w:szCs w:val="24"/>
              </w:rPr>
              <w:t>Obserwacja w trakcie zajęć.</w:t>
            </w:r>
          </w:p>
        </w:tc>
        <w:tc>
          <w:tcPr>
            <w:tcW w:w="2117" w:type="dxa"/>
          </w:tcPr>
          <w:p w14:paraId="01426DE5" w14:textId="77777777" w:rsidR="00AA4AE7" w:rsidRPr="009C54AE" w:rsidRDefault="00F56B3A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529B61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0A0D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2BBBAF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4C0D242" w14:textId="77777777" w:rsidTr="00923D7D">
        <w:tc>
          <w:tcPr>
            <w:tcW w:w="9670" w:type="dxa"/>
          </w:tcPr>
          <w:p w14:paraId="07000E51" w14:textId="77777777" w:rsidR="003C5882" w:rsidRPr="003C5882" w:rsidRDefault="003C5882" w:rsidP="003C58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882">
              <w:rPr>
                <w:rFonts w:ascii="Corbel" w:hAnsi="Corbel"/>
                <w:sz w:val="24"/>
                <w:szCs w:val="24"/>
              </w:rPr>
              <w:t>- uzyskanie min. 50 proc. maksymalnej liczby punktów (w przypadku kolokwium)</w:t>
            </w:r>
          </w:p>
          <w:p w14:paraId="2831ED94" w14:textId="77777777" w:rsidR="003C5882" w:rsidRPr="003C5882" w:rsidRDefault="003C5882" w:rsidP="003C58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882">
              <w:rPr>
                <w:rFonts w:ascii="Corbel" w:hAnsi="Corbel"/>
                <w:sz w:val="24"/>
                <w:szCs w:val="24"/>
              </w:rPr>
              <w:t>- poprawna odpowiedź na 50 proc. pytań (w przypadku zaliczenia ustnego) lub</w:t>
            </w:r>
          </w:p>
          <w:p w14:paraId="1E740A6E" w14:textId="77777777" w:rsidR="0034529D" w:rsidRPr="003C5882" w:rsidRDefault="003C5882" w:rsidP="003C5882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3C5882">
              <w:rPr>
                <w:rFonts w:ascii="Corbel" w:hAnsi="Corbel"/>
                <w:b w:val="0"/>
                <w:smallCaps w:val="0"/>
                <w:szCs w:val="24"/>
              </w:rPr>
              <w:t>- uzyskanie pozytywnej oceny z pracy zaliczeniowej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130B9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3C5882">
              <w:rPr>
                <w:rFonts w:ascii="Corbel" w:hAnsi="Corbel"/>
                <w:b w:val="0"/>
                <w:smallCaps w:val="0"/>
                <w:szCs w:val="24"/>
              </w:rPr>
              <w:t>zgodność z wytycznymi przedstawionymi studentom w zależności od rodzaju pracy – esej, analiza danych, opracowanie problemowe</w:t>
            </w:r>
            <w:r w:rsidR="001376AC">
              <w:rPr>
                <w:rFonts w:ascii="Corbel" w:hAnsi="Corbel"/>
                <w:b w:val="0"/>
                <w:smallCaps w:val="0"/>
                <w:szCs w:val="24"/>
              </w:rPr>
              <w:t xml:space="preserve"> (analiza krytyczna)</w:t>
            </w:r>
            <w:r w:rsidR="003D3051">
              <w:rPr>
                <w:rFonts w:ascii="Corbel" w:hAnsi="Corbel"/>
                <w:b w:val="0"/>
                <w:smallCaps w:val="0"/>
                <w:szCs w:val="24"/>
              </w:rPr>
              <w:t xml:space="preserve"> itd.</w:t>
            </w:r>
            <w:r w:rsidR="002130B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</w:tbl>
    <w:p w14:paraId="544F25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6F3A9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2845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43007A4" w14:textId="77777777" w:rsidTr="006436B7">
        <w:tc>
          <w:tcPr>
            <w:tcW w:w="4902" w:type="dxa"/>
            <w:vAlign w:val="center"/>
          </w:tcPr>
          <w:p w14:paraId="24EC9C4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433D99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436B7" w:rsidRPr="009C54AE" w14:paraId="39EADBD1" w14:textId="77777777" w:rsidTr="006436B7">
        <w:tc>
          <w:tcPr>
            <w:tcW w:w="4902" w:type="dxa"/>
          </w:tcPr>
          <w:p w14:paraId="71A213D7" w14:textId="56A1C3F5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1E00348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436B7" w:rsidRPr="009C54AE" w14:paraId="7C1074B4" w14:textId="77777777" w:rsidTr="006436B7">
        <w:tc>
          <w:tcPr>
            <w:tcW w:w="4902" w:type="dxa"/>
          </w:tcPr>
          <w:p w14:paraId="01FFA1BE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6ECAE12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0DEBD4A" w14:textId="77777777" w:rsidR="006436B7" w:rsidRPr="009C54AE" w:rsidRDefault="00FD1A31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436B7" w:rsidRPr="009C54AE" w14:paraId="3E8BAC22" w14:textId="77777777" w:rsidTr="006436B7">
        <w:tc>
          <w:tcPr>
            <w:tcW w:w="4902" w:type="dxa"/>
          </w:tcPr>
          <w:p w14:paraId="1E5A1FC5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28189AF" w14:textId="77777777" w:rsidR="006436B7" w:rsidRPr="009C54AE" w:rsidRDefault="00FD1A31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6436B7" w:rsidRPr="009C54AE" w14:paraId="0D9E9623" w14:textId="77777777" w:rsidTr="006436B7">
        <w:tc>
          <w:tcPr>
            <w:tcW w:w="4902" w:type="dxa"/>
          </w:tcPr>
          <w:p w14:paraId="0F57589E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4EF5BB9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436B7" w:rsidRPr="009C54AE" w14:paraId="1C5DF599" w14:textId="77777777" w:rsidTr="006436B7">
        <w:tc>
          <w:tcPr>
            <w:tcW w:w="4902" w:type="dxa"/>
          </w:tcPr>
          <w:p w14:paraId="17F26C99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A3CDFAE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A3AAD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DD3BF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342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38C5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F69FC" w:rsidRPr="009C54AE" w14:paraId="78C0DDC8" w14:textId="77777777" w:rsidTr="0071620A">
        <w:trPr>
          <w:trHeight w:val="397"/>
        </w:trPr>
        <w:tc>
          <w:tcPr>
            <w:tcW w:w="3544" w:type="dxa"/>
          </w:tcPr>
          <w:p w14:paraId="0002141F" w14:textId="77777777" w:rsidR="007F69FC" w:rsidRPr="009C54AE" w:rsidRDefault="007F69FC" w:rsidP="007F6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CA94F1" w14:textId="77777777" w:rsidR="007F69FC" w:rsidRPr="009C54AE" w:rsidRDefault="00DF0354" w:rsidP="007F6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F69FC" w:rsidRPr="009C54AE" w14:paraId="70C2A128" w14:textId="77777777" w:rsidTr="0071620A">
        <w:trPr>
          <w:trHeight w:val="397"/>
        </w:trPr>
        <w:tc>
          <w:tcPr>
            <w:tcW w:w="3544" w:type="dxa"/>
          </w:tcPr>
          <w:p w14:paraId="1A092F94" w14:textId="77777777" w:rsidR="007F69FC" w:rsidRPr="009C54AE" w:rsidRDefault="007F69FC" w:rsidP="007F6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D730639" w14:textId="77777777" w:rsidR="007F69FC" w:rsidRPr="009C54AE" w:rsidRDefault="00DF0354" w:rsidP="007F6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5AD5D7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E7614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58C43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</w:tblGrid>
      <w:tr w:rsidR="006436B7" w:rsidRPr="00E77444" w14:paraId="080EBABE" w14:textId="77777777" w:rsidTr="003F342D">
        <w:trPr>
          <w:trHeight w:val="4591"/>
        </w:trPr>
        <w:tc>
          <w:tcPr>
            <w:tcW w:w="7513" w:type="dxa"/>
          </w:tcPr>
          <w:p w14:paraId="310A3E1E" w14:textId="77777777" w:rsidR="006436B7" w:rsidRDefault="006436B7" w:rsidP="00156D6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248A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0FDD033" w14:textId="77777777" w:rsidR="006436B7" w:rsidRPr="00601B23" w:rsidRDefault="006436B7" w:rsidP="003F342D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Auleytner</w:t>
            </w:r>
            <w:proofErr w:type="spellEnd"/>
            <w:r w:rsid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(2004).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6B3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Polska polityka społeczna. Ciągłość zmiany</w:t>
            </w:r>
            <w:r w:rsid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F56B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 Towarzystwo Polity</w:t>
            </w:r>
            <w:r w:rsid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 Społecznej. </w:t>
            </w:r>
          </w:p>
          <w:p w14:paraId="5429236C" w14:textId="77777777" w:rsidR="00B30F2F" w:rsidRPr="00F56B3A" w:rsidRDefault="00B30F2F" w:rsidP="003F342D">
            <w:pPr>
              <w:spacing w:after="0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F56B3A">
              <w:rPr>
                <w:rFonts w:ascii="Corbel" w:hAnsi="Corbel"/>
                <w:color w:val="000000"/>
                <w:sz w:val="24"/>
                <w:szCs w:val="24"/>
              </w:rPr>
              <w:t>Leś E.</w:t>
            </w:r>
            <w:r w:rsidR="00601B23" w:rsidRPr="00F56B3A">
              <w:rPr>
                <w:rFonts w:ascii="Corbel" w:hAnsi="Corbel"/>
                <w:color w:val="000000"/>
                <w:sz w:val="24"/>
                <w:szCs w:val="24"/>
              </w:rPr>
              <w:t xml:space="preserve"> (2001).</w:t>
            </w:r>
            <w:r w:rsidRPr="00F56B3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F56B3A">
              <w:rPr>
                <w:rFonts w:ascii="Corbel" w:hAnsi="Corbel"/>
                <w:i/>
                <w:color w:val="000000"/>
                <w:sz w:val="24"/>
                <w:szCs w:val="24"/>
              </w:rPr>
              <w:t>Zarys historii filantro</w:t>
            </w:r>
            <w:r w:rsidR="00601B23" w:rsidRPr="00F56B3A">
              <w:rPr>
                <w:rFonts w:ascii="Corbel" w:hAnsi="Corbel"/>
                <w:i/>
                <w:color w:val="000000"/>
                <w:sz w:val="24"/>
                <w:szCs w:val="24"/>
              </w:rPr>
              <w:t>pii w Polsce</w:t>
            </w:r>
            <w:r w:rsidR="003F342D">
              <w:rPr>
                <w:rFonts w:ascii="Corbel" w:hAnsi="Corbel"/>
                <w:color w:val="000000"/>
                <w:sz w:val="24"/>
                <w:szCs w:val="24"/>
              </w:rPr>
              <w:t>. Warszawa: Prószyński i </w:t>
            </w:r>
            <w:r w:rsidR="00F56B3A">
              <w:rPr>
                <w:rFonts w:ascii="Corbel" w:hAnsi="Corbel"/>
                <w:color w:val="000000"/>
                <w:sz w:val="24"/>
                <w:szCs w:val="24"/>
              </w:rPr>
              <w:t>S-ka.</w:t>
            </w:r>
          </w:p>
          <w:p w14:paraId="4940B97B" w14:textId="77777777" w:rsidR="00B30F2F" w:rsidRPr="00F56B3A" w:rsidRDefault="00B30F2F" w:rsidP="003F342D">
            <w:pPr>
              <w:spacing w:after="0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F56B3A">
              <w:rPr>
                <w:rFonts w:ascii="Corbel" w:hAnsi="Corbel"/>
                <w:color w:val="000000"/>
                <w:sz w:val="24"/>
                <w:szCs w:val="24"/>
              </w:rPr>
              <w:t>Teneta</w:t>
            </w:r>
            <w:proofErr w:type="spellEnd"/>
            <w:r w:rsidRPr="00F56B3A">
              <w:rPr>
                <w:rFonts w:ascii="Corbel" w:hAnsi="Corbel"/>
                <w:color w:val="000000"/>
                <w:sz w:val="24"/>
                <w:szCs w:val="24"/>
              </w:rPr>
              <w:t>-Skwiercz</w:t>
            </w:r>
            <w:r w:rsidR="00601B23" w:rsidRPr="00F56B3A">
              <w:rPr>
                <w:rFonts w:ascii="Corbel" w:hAnsi="Corbel"/>
                <w:color w:val="000000"/>
                <w:sz w:val="24"/>
                <w:szCs w:val="24"/>
              </w:rPr>
              <w:t xml:space="preserve"> D. (2011).</w:t>
            </w:r>
            <w:r w:rsidRPr="00F56B3A">
              <w:rPr>
                <w:rFonts w:ascii="Corbel" w:hAnsi="Corbel"/>
                <w:color w:val="000000"/>
                <w:sz w:val="24"/>
                <w:szCs w:val="24"/>
              </w:rPr>
              <w:t xml:space="preserve"> Filantropia</w:t>
            </w:r>
            <w:r w:rsidR="003F342D">
              <w:rPr>
                <w:rFonts w:ascii="Corbel" w:hAnsi="Corbel"/>
                <w:color w:val="000000"/>
                <w:sz w:val="24"/>
                <w:szCs w:val="24"/>
              </w:rPr>
              <w:t xml:space="preserve"> korporacyjna – Istota, formy i </w:t>
            </w:r>
            <w:r w:rsidRPr="00F56B3A">
              <w:rPr>
                <w:rFonts w:ascii="Corbel" w:hAnsi="Corbel"/>
                <w:color w:val="000000"/>
                <w:sz w:val="24"/>
                <w:szCs w:val="24"/>
              </w:rPr>
              <w:t>motywy Dobroczynności przedsiębiorstwa</w:t>
            </w:r>
            <w:r w:rsidR="00F56B3A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F56B3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3F342D">
              <w:rPr>
                <w:rFonts w:ascii="Corbel" w:hAnsi="Corbel"/>
                <w:color w:val="000000"/>
                <w:sz w:val="24"/>
                <w:szCs w:val="24"/>
              </w:rPr>
              <w:t>W Z.</w:t>
            </w:r>
            <w:r w:rsidR="00601B23" w:rsidRPr="00F56B3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F56B3A">
              <w:rPr>
                <w:rFonts w:ascii="Corbel" w:hAnsi="Corbel"/>
                <w:color w:val="000000"/>
                <w:sz w:val="24"/>
                <w:szCs w:val="24"/>
              </w:rPr>
              <w:t>Pisz,</w:t>
            </w:r>
            <w:r w:rsidR="00601B23" w:rsidRPr="00F56B3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3F342D">
              <w:rPr>
                <w:rFonts w:ascii="Corbel" w:hAnsi="Corbel"/>
                <w:color w:val="000000"/>
                <w:sz w:val="24"/>
                <w:szCs w:val="24"/>
              </w:rPr>
              <w:t xml:space="preserve">M. </w:t>
            </w:r>
            <w:r w:rsidRPr="00F56B3A">
              <w:rPr>
                <w:rFonts w:ascii="Corbel" w:hAnsi="Corbel"/>
                <w:color w:val="000000"/>
                <w:sz w:val="24"/>
                <w:szCs w:val="24"/>
              </w:rPr>
              <w:t>Rojek-Nowosielska</w:t>
            </w:r>
            <w:r w:rsidR="00601B23" w:rsidRPr="00F56B3A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156D66" w:rsidRPr="00F56B3A">
              <w:rPr>
                <w:rFonts w:ascii="Corbel" w:hAnsi="Corbel"/>
                <w:color w:val="000000"/>
                <w:sz w:val="24"/>
                <w:szCs w:val="24"/>
              </w:rPr>
              <w:t>(red.).</w:t>
            </w:r>
            <w:r w:rsidRPr="00F56B3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3F342D">
              <w:rPr>
                <w:rFonts w:ascii="Corbel" w:hAnsi="Corbel"/>
                <w:i/>
                <w:color w:val="000000"/>
                <w:sz w:val="24"/>
                <w:szCs w:val="24"/>
              </w:rPr>
              <w:t>Społeczna odpowiedzialność organizacji . Polityczna poprawność czy obywatelska postawa?</w:t>
            </w:r>
            <w:r w:rsidR="003F342D">
              <w:rPr>
                <w:rFonts w:ascii="Corbel" w:hAnsi="Corbel"/>
                <w:color w:val="000000"/>
                <w:sz w:val="24"/>
                <w:szCs w:val="24"/>
              </w:rPr>
              <w:t xml:space="preserve"> Wrocław:</w:t>
            </w:r>
            <w:r w:rsidRPr="00F56B3A">
              <w:rPr>
                <w:rFonts w:ascii="Corbel" w:hAnsi="Corbel"/>
                <w:color w:val="000000"/>
                <w:sz w:val="24"/>
                <w:szCs w:val="24"/>
              </w:rPr>
              <w:t xml:space="preserve"> Prace Naukowe Uniwersy</w:t>
            </w:r>
            <w:r w:rsidR="00156D66" w:rsidRPr="00F56B3A">
              <w:rPr>
                <w:rFonts w:ascii="Corbel" w:hAnsi="Corbel"/>
                <w:color w:val="000000"/>
                <w:sz w:val="24"/>
                <w:szCs w:val="24"/>
              </w:rPr>
              <w:t>tetu Ekonomicznego we Wrocławiu.</w:t>
            </w:r>
            <w:r w:rsidRPr="00F56B3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14:paraId="531875F4" w14:textId="77777777" w:rsidR="00B30F2F" w:rsidRPr="00F56B3A" w:rsidRDefault="003F342D" w:rsidP="003F342D">
            <w:pPr>
              <w:spacing w:after="0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Grewiński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M. (2009).</w:t>
            </w:r>
            <w:r w:rsidR="00B30F2F" w:rsidRPr="00F56B3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B30F2F" w:rsidRPr="003F342D">
              <w:rPr>
                <w:rFonts w:ascii="Corbel" w:hAnsi="Corbel"/>
                <w:i/>
                <w:color w:val="000000"/>
                <w:sz w:val="24"/>
                <w:szCs w:val="24"/>
              </w:rPr>
              <w:t>Wielosektorowa po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lityka społeczna. O </w:t>
            </w:r>
            <w:r w:rsidR="00B30F2F" w:rsidRPr="003F342D">
              <w:rPr>
                <w:rFonts w:ascii="Corbel" w:hAnsi="Corbel"/>
                <w:i/>
                <w:color w:val="000000"/>
                <w:sz w:val="24"/>
                <w:szCs w:val="24"/>
              </w:rPr>
              <w:t>przeobrażeniach państwa opiekuńczego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Warszawa: Dom Wydawniczy Elipsa.</w:t>
            </w:r>
          </w:p>
          <w:p w14:paraId="6C71FC69" w14:textId="77777777" w:rsidR="00B30F2F" w:rsidRPr="00F56B3A" w:rsidRDefault="004023C2" w:rsidP="003F342D">
            <w:pPr>
              <w:spacing w:after="0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3F342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Raport</w:t>
            </w:r>
            <w:proofErr w:type="spellEnd"/>
            <w:r w:rsidRPr="003F342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„</w:t>
            </w:r>
            <w:proofErr w:type="spellStart"/>
            <w:r w:rsidRPr="003F342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Filantropia</w:t>
            </w:r>
            <w:proofErr w:type="spellEnd"/>
            <w:r w:rsidRPr="003F342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w CEE 2020” </w:t>
            </w:r>
            <w:proofErr w:type="spellStart"/>
            <w:r w:rsidRPr="003F342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na</w:t>
            </w:r>
            <w:proofErr w:type="spellEnd"/>
            <w:r w:rsidRPr="003F342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342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zlecenie</w:t>
            </w:r>
            <w:proofErr w:type="spellEnd"/>
            <w:r w:rsidRPr="003F342D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  <w:r w:rsidRPr="00F56B3A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Social Impact Allian</w:t>
            </w:r>
            <w:r w:rsidR="00601B23" w:rsidRPr="00F56B3A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ce for Central &amp; Eastern Europe</w:t>
            </w:r>
          </w:p>
          <w:p w14:paraId="6BED4220" w14:textId="77777777" w:rsidR="006436B7" w:rsidRPr="00F56B3A" w:rsidRDefault="00585EE7" w:rsidP="003F342D">
            <w:pPr>
              <w:spacing w:after="0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hyperlink r:id="rId11" w:history="1">
              <w:r w:rsidR="003F342D" w:rsidRPr="00774144">
                <w:rPr>
                  <w:rStyle w:val="Hipercze"/>
                  <w:rFonts w:ascii="Corbel" w:hAnsi="Corbel"/>
                  <w:sz w:val="24"/>
                  <w:szCs w:val="24"/>
                  <w:lang w:val="en-US"/>
                </w:rPr>
                <w:t>https://ceeimpact.org/research2020-pl/</w:t>
              </w:r>
            </w:hyperlink>
            <w:r w:rsidR="00601B23" w:rsidRPr="00F56B3A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6436B7" w:rsidRPr="00E77444" w14:paraId="2C87025C" w14:textId="77777777" w:rsidTr="003F342D">
        <w:trPr>
          <w:trHeight w:val="397"/>
        </w:trPr>
        <w:tc>
          <w:tcPr>
            <w:tcW w:w="7513" w:type="dxa"/>
          </w:tcPr>
          <w:p w14:paraId="381EBAE7" w14:textId="77777777" w:rsidR="006436B7" w:rsidRDefault="006436B7" w:rsidP="00643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2202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DF50C62" w14:textId="77777777" w:rsidR="00B30F2F" w:rsidRPr="003F342D" w:rsidRDefault="00B30F2F" w:rsidP="003F342D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F342D">
              <w:rPr>
                <w:rFonts w:ascii="Corbel" w:hAnsi="Corbel"/>
                <w:b w:val="0"/>
                <w:i/>
                <w:smallCaps w:val="0"/>
                <w:szCs w:val="24"/>
              </w:rPr>
              <w:t>Filantropia w Polsce. Jak pomagaj</w:t>
            </w:r>
            <w:r w:rsidR="00601B23" w:rsidRPr="003F342D">
              <w:rPr>
                <w:rFonts w:ascii="Corbel" w:hAnsi="Corbel"/>
                <w:b w:val="0"/>
                <w:i/>
                <w:smallCaps w:val="0"/>
                <w:szCs w:val="24"/>
              </w:rPr>
              <w:t>ą najzamożniejsi Polacy? Raport</w:t>
            </w:r>
            <w:r w:rsidRPr="003F342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z badań na zlecenie Fundacji dla Polski.</w:t>
            </w:r>
          </w:p>
          <w:p w14:paraId="0CE8C4A0" w14:textId="77777777" w:rsidR="00B30F2F" w:rsidRPr="00601B23" w:rsidRDefault="00585EE7" w:rsidP="003F342D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2" w:history="1">
              <w:r w:rsidR="00B30F2F" w:rsidRPr="00601B23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http://wget.lavinaplatform.com/www.fdp.org.pl/files/publikacje/Filantropia%20w%20PL.raport.pdf</w:t>
              </w:r>
            </w:hyperlink>
          </w:p>
          <w:p w14:paraId="58CBEA5E" w14:textId="77777777" w:rsidR="00B30F2F" w:rsidRPr="00601B23" w:rsidRDefault="00B30F2F" w:rsidP="003F342D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Radwan-</w:t>
            </w:r>
            <w:proofErr w:type="spellStart"/>
            <w:r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Pragłowski</w:t>
            </w:r>
            <w:proofErr w:type="spellEnd"/>
            <w:r w:rsidR="00601B23"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Frysztacki</w:t>
            </w:r>
            <w:r w:rsidR="00601B23"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K. (1998).</w:t>
            </w:r>
            <w:r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42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Społeczne dzieje pomocy człowiekowi: od filantropii greckiej do pracy socjalnej</w:t>
            </w:r>
            <w:r w:rsid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3F3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Katowice: </w:t>
            </w:r>
            <w:r w:rsid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Śląsk.</w:t>
            </w:r>
          </w:p>
          <w:p w14:paraId="21EAF37D" w14:textId="77777777" w:rsidR="00B30F2F" w:rsidRPr="003F342D" w:rsidRDefault="00B30F2F" w:rsidP="003F342D">
            <w:pPr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3F342D">
              <w:rPr>
                <w:rFonts w:ascii="Corbel" w:hAnsi="Corbel"/>
                <w:color w:val="000000"/>
                <w:sz w:val="24"/>
                <w:szCs w:val="24"/>
              </w:rPr>
              <w:t>Zbyrad</w:t>
            </w:r>
            <w:proofErr w:type="spellEnd"/>
            <w:r w:rsidR="00601B23" w:rsidRPr="003F342D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3F342D">
              <w:rPr>
                <w:rFonts w:ascii="Corbel" w:hAnsi="Corbel"/>
                <w:color w:val="000000"/>
                <w:sz w:val="24"/>
                <w:szCs w:val="24"/>
              </w:rPr>
              <w:t xml:space="preserve"> T.</w:t>
            </w:r>
            <w:r w:rsidR="00601B23" w:rsidRPr="003F342D">
              <w:rPr>
                <w:rFonts w:ascii="Corbel" w:hAnsi="Corbel"/>
                <w:color w:val="000000"/>
                <w:sz w:val="24"/>
                <w:szCs w:val="24"/>
              </w:rPr>
              <w:t xml:space="preserve"> (2016).</w:t>
            </w:r>
            <w:r w:rsidRPr="003F342D">
              <w:rPr>
                <w:rFonts w:ascii="Corbel" w:hAnsi="Corbel"/>
                <w:color w:val="000000"/>
                <w:sz w:val="24"/>
                <w:szCs w:val="24"/>
              </w:rPr>
              <w:t xml:space="preserve"> W trosce o dziecko – kształtowanie się form opieki od średniowiecznych szpi</w:t>
            </w:r>
            <w:r w:rsidR="00601B23" w:rsidRPr="003F342D">
              <w:rPr>
                <w:rFonts w:ascii="Corbel" w:hAnsi="Corbel"/>
                <w:color w:val="000000"/>
                <w:sz w:val="24"/>
                <w:szCs w:val="24"/>
              </w:rPr>
              <w:t>tali do domów pomocy społe</w:t>
            </w:r>
            <w:r w:rsidR="003F342D">
              <w:rPr>
                <w:rFonts w:ascii="Corbel" w:hAnsi="Corbel"/>
                <w:color w:val="000000"/>
                <w:sz w:val="24"/>
                <w:szCs w:val="24"/>
              </w:rPr>
              <w:t xml:space="preserve">cznej. Polska Myśl Pedagogiczna, </w:t>
            </w:r>
            <w:r w:rsidRPr="003F342D">
              <w:rPr>
                <w:rFonts w:ascii="Corbel" w:hAnsi="Corbel"/>
                <w:color w:val="000000"/>
                <w:sz w:val="24"/>
                <w:szCs w:val="24"/>
              </w:rPr>
              <w:t>Rok II,  nr 2.</w:t>
            </w:r>
          </w:p>
          <w:p w14:paraId="4D8BC5FF" w14:textId="77777777" w:rsidR="00B30F2F" w:rsidRPr="00601B23" w:rsidRDefault="00601B23" w:rsidP="003F342D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Przeniosły, M.(red.)</w:t>
            </w:r>
            <w:r w:rsidR="003F3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 </w:t>
            </w:r>
            <w:r w:rsidR="00B30F2F" w:rsidRPr="003F342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i pomoc społeczna na ziemiach polskich w XIX, XX i na początku XXI wieku</w:t>
            </w:r>
            <w:r w:rsidR="003F3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Kielce:</w:t>
            </w:r>
            <w:r w:rsidR="00B30F2F"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Kieleckie Towarzystwo Naukowe.</w:t>
            </w:r>
            <w:r w:rsidR="00B30F2F"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06379B56" w14:textId="77777777" w:rsidR="00B30F2F" w:rsidRPr="003F342D" w:rsidRDefault="00B30F2F" w:rsidP="003F342D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Podstołowicz</w:t>
            </w:r>
            <w:proofErr w:type="spellEnd"/>
            <w:r w:rsidR="00601B23"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 w:rsidR="00601B23"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(2012).</w:t>
            </w:r>
            <w:r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Zaangażo</w:t>
            </w:r>
            <w:r w:rsidRPr="00B30F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wanie</w:t>
            </w:r>
            <w:r w:rsidR="003F3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parafii wobec osób starszych i </w:t>
            </w:r>
            <w:r w:rsidRPr="00B30F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chorych</w:t>
            </w:r>
            <w:r w:rsidR="003F3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 P.</w:t>
            </w:r>
            <w:r w:rsidRPr="00B30F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Grzanka</w:t>
            </w:r>
            <w:r w:rsidR="00601B23" w:rsidRP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01B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(red.).</w:t>
            </w:r>
            <w:r w:rsidRPr="00B30F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F342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Misericors</w:t>
            </w:r>
            <w:proofErr w:type="spellEnd"/>
            <w:r w:rsidRPr="003F342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E774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75 lat działalności Caritas Diecezji </w:t>
            </w:r>
            <w:r w:rsidR="00601B23" w:rsidRPr="00E774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Tarnowskiej</w:t>
            </w:r>
            <w:r w:rsidR="003F342D" w:rsidRPr="00E774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3F342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Tarnów</w:t>
            </w:r>
            <w:proofErr w:type="spellEnd"/>
            <w:r w:rsidR="003F342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:</w:t>
            </w:r>
            <w:r w:rsidR="00601B23" w:rsidRPr="003F342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601B23" w:rsidRPr="003F342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Wydawnictwo</w:t>
            </w:r>
            <w:proofErr w:type="spellEnd"/>
            <w:r w:rsidR="00601B23" w:rsidRPr="003F342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601B23" w:rsidRPr="003F342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Biblos</w:t>
            </w:r>
            <w:proofErr w:type="spellEnd"/>
            <w:r w:rsidR="00601B23" w:rsidRPr="003F342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1E4EE199" w14:textId="77777777" w:rsidR="00080698" w:rsidRDefault="00080698" w:rsidP="003F342D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0806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Sulek</w:t>
            </w:r>
            <w:proofErr w:type="spellEnd"/>
            <w:r w:rsidRPr="000806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M.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(2010). On the Modern Meaning of </w:t>
            </w:r>
            <w:r w:rsidRPr="000806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Philanthropy. </w:t>
            </w:r>
            <w:r w:rsidRPr="003F342D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Nonprofit and Voluntary Sector Quarterly</w:t>
            </w:r>
            <w:r w:rsidR="003F342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="003F342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39(2), ss. 193-212.</w:t>
            </w:r>
          </w:p>
          <w:p w14:paraId="53317CA1" w14:textId="77777777" w:rsidR="00080698" w:rsidRPr="00080698" w:rsidRDefault="00585EE7" w:rsidP="003F342D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hyperlink r:id="rId13" w:history="1">
              <w:r w:rsidR="00080698" w:rsidRPr="0051717F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https://www.researchgate.net/publication/249677195_On_the_Modern_Meaning_of_Philanthropy</w:t>
              </w:r>
            </w:hyperlink>
            <w:r w:rsidR="000806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</w:p>
        </w:tc>
      </w:tr>
    </w:tbl>
    <w:p w14:paraId="52723D0A" w14:textId="77777777" w:rsidR="0085747A" w:rsidRPr="0008069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039C9CA0" w14:textId="77777777" w:rsidR="0085747A" w:rsidRPr="00F56B3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56B3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56B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47F517" w14:textId="77777777" w:rsidR="00585EE7" w:rsidRDefault="00585EE7" w:rsidP="00C16ABF">
      <w:pPr>
        <w:spacing w:after="0" w:line="240" w:lineRule="auto"/>
      </w:pPr>
      <w:r>
        <w:separator/>
      </w:r>
    </w:p>
  </w:endnote>
  <w:endnote w:type="continuationSeparator" w:id="0">
    <w:p w14:paraId="2C27C835" w14:textId="77777777" w:rsidR="00585EE7" w:rsidRDefault="00585E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59FBF" w14:textId="77777777" w:rsidR="00585EE7" w:rsidRDefault="00585EE7" w:rsidP="00C16ABF">
      <w:pPr>
        <w:spacing w:after="0" w:line="240" w:lineRule="auto"/>
      </w:pPr>
      <w:r>
        <w:separator/>
      </w:r>
    </w:p>
  </w:footnote>
  <w:footnote w:type="continuationSeparator" w:id="0">
    <w:p w14:paraId="0B8B4AD0" w14:textId="77777777" w:rsidR="00585EE7" w:rsidRDefault="00585EE7" w:rsidP="00C16ABF">
      <w:pPr>
        <w:spacing w:after="0" w:line="240" w:lineRule="auto"/>
      </w:pPr>
      <w:r>
        <w:continuationSeparator/>
      </w:r>
    </w:p>
  </w:footnote>
  <w:footnote w:id="1">
    <w:p w14:paraId="5626D7F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D3D7E"/>
    <w:multiLevelType w:val="hybridMultilevel"/>
    <w:tmpl w:val="9724A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455E44"/>
    <w:multiLevelType w:val="hybridMultilevel"/>
    <w:tmpl w:val="2B3C22CE"/>
    <w:lvl w:ilvl="0" w:tplc="B2C810E0">
      <w:start w:val="1"/>
      <w:numFmt w:val="decimal"/>
      <w:lvlText w:val="%1)"/>
      <w:lvlJc w:val="left"/>
      <w:pPr>
        <w:ind w:left="720" w:hanging="360"/>
      </w:pPr>
      <w:rPr>
        <w:rFonts w:ascii="Corbel" w:eastAsia="Calibri" w:hAnsi="Corbel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2502A"/>
    <w:multiLevelType w:val="hybridMultilevel"/>
    <w:tmpl w:val="429E16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392F74"/>
    <w:multiLevelType w:val="hybridMultilevel"/>
    <w:tmpl w:val="52AAB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OzMDMzNDAyNTA0MzBQ0lEKTi0uzszPAykwrAUADNXQji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1CC"/>
    <w:rsid w:val="00070ED6"/>
    <w:rsid w:val="000742DC"/>
    <w:rsid w:val="0008069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49C"/>
    <w:rsid w:val="00124BFF"/>
    <w:rsid w:val="0012560E"/>
    <w:rsid w:val="00127108"/>
    <w:rsid w:val="00134B13"/>
    <w:rsid w:val="0013629F"/>
    <w:rsid w:val="001376AC"/>
    <w:rsid w:val="00146BC0"/>
    <w:rsid w:val="00153C41"/>
    <w:rsid w:val="00154381"/>
    <w:rsid w:val="00156D66"/>
    <w:rsid w:val="001640A7"/>
    <w:rsid w:val="00164FA7"/>
    <w:rsid w:val="00166A03"/>
    <w:rsid w:val="001718A7"/>
    <w:rsid w:val="001737CF"/>
    <w:rsid w:val="00176083"/>
    <w:rsid w:val="001834DC"/>
    <w:rsid w:val="00192F37"/>
    <w:rsid w:val="001A70D2"/>
    <w:rsid w:val="001D657B"/>
    <w:rsid w:val="001D7B54"/>
    <w:rsid w:val="001E0209"/>
    <w:rsid w:val="001F0B7B"/>
    <w:rsid w:val="001F2CA2"/>
    <w:rsid w:val="002130B9"/>
    <w:rsid w:val="002144C0"/>
    <w:rsid w:val="0022477D"/>
    <w:rsid w:val="002278A9"/>
    <w:rsid w:val="002336F9"/>
    <w:rsid w:val="00237D4F"/>
    <w:rsid w:val="0024028F"/>
    <w:rsid w:val="00244ABC"/>
    <w:rsid w:val="002516F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29D"/>
    <w:rsid w:val="00346FE9"/>
    <w:rsid w:val="0034759A"/>
    <w:rsid w:val="003503F6"/>
    <w:rsid w:val="003530DD"/>
    <w:rsid w:val="00363F78"/>
    <w:rsid w:val="003A0A5B"/>
    <w:rsid w:val="003A0B22"/>
    <w:rsid w:val="003A1176"/>
    <w:rsid w:val="003C0BAE"/>
    <w:rsid w:val="003C5882"/>
    <w:rsid w:val="003D18A9"/>
    <w:rsid w:val="003D3051"/>
    <w:rsid w:val="003D6CE2"/>
    <w:rsid w:val="003E1941"/>
    <w:rsid w:val="003E2FE6"/>
    <w:rsid w:val="003E49D5"/>
    <w:rsid w:val="003F205D"/>
    <w:rsid w:val="003F342D"/>
    <w:rsid w:val="003F38C0"/>
    <w:rsid w:val="004023C2"/>
    <w:rsid w:val="00410988"/>
    <w:rsid w:val="0041107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EE7"/>
    <w:rsid w:val="0059484D"/>
    <w:rsid w:val="005A0855"/>
    <w:rsid w:val="005A133C"/>
    <w:rsid w:val="005A3196"/>
    <w:rsid w:val="005B329E"/>
    <w:rsid w:val="005C080F"/>
    <w:rsid w:val="005C55E5"/>
    <w:rsid w:val="005C696A"/>
    <w:rsid w:val="005E5AF3"/>
    <w:rsid w:val="005E6E85"/>
    <w:rsid w:val="005F31D2"/>
    <w:rsid w:val="00601B23"/>
    <w:rsid w:val="0061029B"/>
    <w:rsid w:val="00617230"/>
    <w:rsid w:val="00621CE1"/>
    <w:rsid w:val="00627FC9"/>
    <w:rsid w:val="006436B7"/>
    <w:rsid w:val="00647FA8"/>
    <w:rsid w:val="00650C5F"/>
    <w:rsid w:val="00654934"/>
    <w:rsid w:val="006620D9"/>
    <w:rsid w:val="00671958"/>
    <w:rsid w:val="00675843"/>
    <w:rsid w:val="00696477"/>
    <w:rsid w:val="006C0792"/>
    <w:rsid w:val="006D050F"/>
    <w:rsid w:val="006D6139"/>
    <w:rsid w:val="006E5D65"/>
    <w:rsid w:val="006F1282"/>
    <w:rsid w:val="006F1FBC"/>
    <w:rsid w:val="006F31E2"/>
    <w:rsid w:val="007024F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4FD"/>
    <w:rsid w:val="007B6FC0"/>
    <w:rsid w:val="007C3299"/>
    <w:rsid w:val="007C3BCC"/>
    <w:rsid w:val="007C4546"/>
    <w:rsid w:val="007D6E56"/>
    <w:rsid w:val="007F4155"/>
    <w:rsid w:val="007F69FC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FA0"/>
    <w:rsid w:val="008D3DFB"/>
    <w:rsid w:val="008E1CFF"/>
    <w:rsid w:val="008E64F4"/>
    <w:rsid w:val="008F12C9"/>
    <w:rsid w:val="008F6E29"/>
    <w:rsid w:val="00916188"/>
    <w:rsid w:val="00923D7D"/>
    <w:rsid w:val="009508DF"/>
    <w:rsid w:val="00950DAC"/>
    <w:rsid w:val="00954A07"/>
    <w:rsid w:val="009975BE"/>
    <w:rsid w:val="00997F14"/>
    <w:rsid w:val="009A78D9"/>
    <w:rsid w:val="009B1147"/>
    <w:rsid w:val="009C3E31"/>
    <w:rsid w:val="009C54AE"/>
    <w:rsid w:val="009C788E"/>
    <w:rsid w:val="009D3F3B"/>
    <w:rsid w:val="009E0543"/>
    <w:rsid w:val="009E3B41"/>
    <w:rsid w:val="009F3C5C"/>
    <w:rsid w:val="009F4610"/>
    <w:rsid w:val="009F6FF7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AE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5A"/>
    <w:rsid w:val="00B30F2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D78B1"/>
    <w:rsid w:val="00BF2C41"/>
    <w:rsid w:val="00BF7DF6"/>
    <w:rsid w:val="00C058B4"/>
    <w:rsid w:val="00C05F44"/>
    <w:rsid w:val="00C131B5"/>
    <w:rsid w:val="00C14601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C8E"/>
    <w:rsid w:val="00CF78ED"/>
    <w:rsid w:val="00D02B25"/>
    <w:rsid w:val="00D02EBA"/>
    <w:rsid w:val="00D17C3C"/>
    <w:rsid w:val="00D26509"/>
    <w:rsid w:val="00D26B2C"/>
    <w:rsid w:val="00D352C9"/>
    <w:rsid w:val="00D425B2"/>
    <w:rsid w:val="00D428D6"/>
    <w:rsid w:val="00D552B2"/>
    <w:rsid w:val="00D574D0"/>
    <w:rsid w:val="00D608D1"/>
    <w:rsid w:val="00D74119"/>
    <w:rsid w:val="00D8075B"/>
    <w:rsid w:val="00D82F11"/>
    <w:rsid w:val="00D8678B"/>
    <w:rsid w:val="00DA2114"/>
    <w:rsid w:val="00DE09C0"/>
    <w:rsid w:val="00DE4A14"/>
    <w:rsid w:val="00DF0354"/>
    <w:rsid w:val="00DF320D"/>
    <w:rsid w:val="00DF42DA"/>
    <w:rsid w:val="00DF71C8"/>
    <w:rsid w:val="00E129B8"/>
    <w:rsid w:val="00E21E7D"/>
    <w:rsid w:val="00E22FBC"/>
    <w:rsid w:val="00E24BF5"/>
    <w:rsid w:val="00E25338"/>
    <w:rsid w:val="00E419C3"/>
    <w:rsid w:val="00E51E44"/>
    <w:rsid w:val="00E63348"/>
    <w:rsid w:val="00E742AA"/>
    <w:rsid w:val="00E77444"/>
    <w:rsid w:val="00E77E88"/>
    <w:rsid w:val="00E8107D"/>
    <w:rsid w:val="00E960BB"/>
    <w:rsid w:val="00EA2074"/>
    <w:rsid w:val="00EA4832"/>
    <w:rsid w:val="00EA4E9D"/>
    <w:rsid w:val="00EB7BB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6B3A"/>
    <w:rsid w:val="00F617C3"/>
    <w:rsid w:val="00F7066B"/>
    <w:rsid w:val="00F83B28"/>
    <w:rsid w:val="00F974DA"/>
    <w:rsid w:val="00FA46E5"/>
    <w:rsid w:val="00FB7DBA"/>
    <w:rsid w:val="00FC1C25"/>
    <w:rsid w:val="00FC3F45"/>
    <w:rsid w:val="00FD1A31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C94DF"/>
  <w15:docId w15:val="{53237F8F-7ADE-425F-A1A7-9ED58D200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uiPriority w:val="33"/>
    <w:qFormat/>
    <w:rsid w:val="00AA4AE7"/>
    <w:rPr>
      <w:b/>
      <w:bCs/>
      <w:smallCaps/>
      <w:spacing w:val="5"/>
    </w:rPr>
  </w:style>
  <w:style w:type="character" w:styleId="UyteHipercze">
    <w:name w:val="FollowedHyperlink"/>
    <w:basedOn w:val="Domylnaczcionkaakapitu"/>
    <w:uiPriority w:val="99"/>
    <w:semiHidden/>
    <w:unhideWhenUsed/>
    <w:rsid w:val="003F34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esearchgate.net/publication/249677195_On_the_Modern_Meaning_of_Philanthropy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get.lavinaplatform.com/www.fdp.org.pl/files/publikacje/Filantropia%20w%20PL.raport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eeimpact.org/research2020-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0A653-CB29-417C-9E07-4A726AFDE5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68160A-E7A8-4EBD-98AC-91150A3F7B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ECF0CC-173E-4858-8910-980B0F148F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624F29-4557-42EB-AD66-85CCD52BE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1098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M. Pokrzywa</cp:lastModifiedBy>
  <cp:revision>6</cp:revision>
  <cp:lastPrinted>2019-02-06T12:12:00Z</cp:lastPrinted>
  <dcterms:created xsi:type="dcterms:W3CDTF">2021-09-21T08:49:00Z</dcterms:created>
  <dcterms:modified xsi:type="dcterms:W3CDTF">2023-09-14T15:02:00Z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